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1C1325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F50A33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B30D2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BDE6E" w14:textId="77777777" w:rsidR="002B30D2" w:rsidRDefault="002B30D2" w:rsidP="00962258">
      <w:pPr>
        <w:spacing w:after="0" w:line="240" w:lineRule="auto"/>
      </w:pPr>
      <w:r>
        <w:separator/>
      </w:r>
    </w:p>
  </w:endnote>
  <w:endnote w:type="continuationSeparator" w:id="0">
    <w:p w14:paraId="2C4B7E0F" w14:textId="77777777" w:rsidR="002B30D2" w:rsidRDefault="002B30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3BF9847" w14:textId="77777777" w:rsidR="003C1C4F" w:rsidRDefault="003C1C4F" w:rsidP="003C1C4F">
          <w:pPr>
            <w:pStyle w:val="Zpat"/>
          </w:pPr>
          <w:r>
            <w:t>Oblastní ředitelství Ústí nad Labem</w:t>
          </w:r>
        </w:p>
        <w:p w14:paraId="3841A6F2" w14:textId="77777777" w:rsidR="003C1C4F" w:rsidRDefault="003C1C4F" w:rsidP="003C1C4F">
          <w:pPr>
            <w:pStyle w:val="Zpat"/>
          </w:pPr>
          <w:r>
            <w:t>Železničářská 1386/31</w:t>
          </w:r>
        </w:p>
        <w:p w14:paraId="44F720C3" w14:textId="49AE72DF" w:rsidR="00F1715C" w:rsidRDefault="003C1C4F" w:rsidP="003C1C4F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219B" w14:textId="77777777" w:rsidR="002B30D2" w:rsidRDefault="002B30D2" w:rsidP="00962258">
      <w:pPr>
        <w:spacing w:after="0" w:line="240" w:lineRule="auto"/>
      </w:pPr>
      <w:r>
        <w:separator/>
      </w:r>
    </w:p>
  </w:footnote>
  <w:footnote w:type="continuationSeparator" w:id="0">
    <w:p w14:paraId="15501B28" w14:textId="77777777" w:rsidR="002B30D2" w:rsidRDefault="002B30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4631A" w14:textId="6F1B43B5" w:rsidR="00F50A33" w:rsidRDefault="00F50A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04017BAE" wp14:editId="1D9AFC0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41539572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6786F1" w14:textId="75B0A05E" w:rsidR="00F50A33" w:rsidRPr="00F50A33" w:rsidRDefault="00F50A33" w:rsidP="00F50A3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50A3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017BAE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436786F1" w14:textId="75B0A05E" w:rsidR="00F50A33" w:rsidRPr="00F50A33" w:rsidRDefault="00F50A33" w:rsidP="00F50A33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50A3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3437C404" w:rsidR="00F1715C" w:rsidRPr="00B8518B" w:rsidRDefault="00F50A33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5A679F93" wp14:editId="00D249F8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02954312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02D32F" w14:textId="0F6C68ED" w:rsidR="00F50A33" w:rsidRPr="00F50A33" w:rsidRDefault="00F50A33" w:rsidP="00F50A33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50A3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A679F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2802D32F" w14:textId="0F6C68ED" w:rsidR="00F50A33" w:rsidRPr="00F50A33" w:rsidRDefault="00F50A33" w:rsidP="00F50A3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50A3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6C8A0913" w:rsidR="00F1715C" w:rsidRPr="00B8518B" w:rsidRDefault="00F50A33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068B0947" wp14:editId="537C29D5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2067088130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4123BA7" w14:textId="1A872F71" w:rsidR="00F50A33" w:rsidRPr="00F50A33" w:rsidRDefault="00F50A33" w:rsidP="00F50A33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50A33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68B094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14123BA7" w14:textId="1A872F71" w:rsidR="00F50A33" w:rsidRPr="00F50A33" w:rsidRDefault="00F50A33" w:rsidP="00F50A33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50A3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B30D2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3C1C4F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D2509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0A33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6</cp:revision>
  <cp:lastPrinted>2017-11-28T17:18:00Z</cp:lastPrinted>
  <dcterms:created xsi:type="dcterms:W3CDTF">2024-01-25T09:37:00Z</dcterms:created>
  <dcterms:modified xsi:type="dcterms:W3CDTF">2025-11-18T10:11:00Z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7b354302,18c26f88,3d5d94d9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